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B439FC" w:rsidRPr="00B439FC" w:rsidRDefault="00B439FC" w:rsidP="00B439F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439FC"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KOMUNIKACÍ MĚSTA UHERSKÝ BROD V LETECH </w:t>
            </w:r>
          </w:p>
          <w:p w:rsidR="000C5AE1" w:rsidRPr="0025072A" w:rsidRDefault="00B439FC" w:rsidP="00B439F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439FC"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  <w:r w:rsidRPr="00B439FC"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62D84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439FC" w:rsidP="00B439FC">
            <w:pPr>
              <w:rPr>
                <w:szCs w:val="20"/>
                <w:highlight w:val="yellow"/>
              </w:rPr>
            </w:pPr>
            <w:r w:rsidRPr="00B439FC">
              <w:rPr>
                <w:szCs w:val="20"/>
              </w:rPr>
              <w:t xml:space="preserve">Mgr. Leoš </w:t>
            </w:r>
            <w:proofErr w:type="spellStart"/>
            <w:r w:rsidRPr="00B439FC">
              <w:rPr>
                <w:szCs w:val="20"/>
              </w:rPr>
              <w:t>Cahel</w:t>
            </w:r>
            <w:proofErr w:type="spellEnd"/>
            <w:r w:rsidRPr="00B439FC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85134" w:rsidRDefault="00185134" w:rsidP="00B439FC">
            <w:pPr>
              <w:rPr>
                <w:szCs w:val="20"/>
              </w:rPr>
            </w:pPr>
            <w:r w:rsidRPr="00185134">
              <w:rPr>
                <w:szCs w:val="20"/>
              </w:rPr>
              <w:t>+420 572 805 4</w:t>
            </w:r>
            <w:r w:rsidR="00B439FC">
              <w:rPr>
                <w:szCs w:val="20"/>
              </w:rPr>
              <w:t>0</w:t>
            </w:r>
            <w:r w:rsidRPr="00185134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439FC" w:rsidP="00185134">
            <w:r w:rsidRPr="00B439FC">
              <w:t>leos.cahel@tsub.cz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227B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85134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5D37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E2112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2D84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39FC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FC39D-B60B-41B6-B0F0-8CBF99B1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A98629E9</Template>
  <TotalTime>1</TotalTime>
  <Pages>1</Pages>
  <Words>145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TSUB - Cahel Leoš, Mgr.</cp:lastModifiedBy>
  <cp:revision>2</cp:revision>
  <cp:lastPrinted>2022-02-28T08:01:00Z</cp:lastPrinted>
  <dcterms:created xsi:type="dcterms:W3CDTF">2026-02-11T11:35:00Z</dcterms:created>
  <dcterms:modified xsi:type="dcterms:W3CDTF">2026-02-11T11:35:00Z</dcterms:modified>
</cp:coreProperties>
</file>